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EBA23" w14:textId="77777777" w:rsidR="00C6476E" w:rsidRPr="00093A39" w:rsidRDefault="00C6476E" w:rsidP="00A7086D">
      <w:pPr>
        <w:ind w:left="4248"/>
        <w:rPr>
          <w:rFonts w:asciiTheme="minorHAnsi" w:hAnsiTheme="minorHAnsi" w:cstheme="minorHAnsi"/>
        </w:rPr>
      </w:pPr>
      <w:r w:rsidRPr="00093A39">
        <w:rPr>
          <w:rFonts w:asciiTheme="minorHAnsi" w:hAnsiTheme="minorHAnsi" w:cstheme="minorHAnsi"/>
        </w:rPr>
        <w:t>Příloha č. 3 Výzvy – Čestné prohlášení</w:t>
      </w:r>
    </w:p>
    <w:p w14:paraId="43878876" w14:textId="77777777" w:rsidR="00C6476E" w:rsidRDefault="00C6476E" w:rsidP="00C6476E"/>
    <w:p w14:paraId="418AF61A" w14:textId="77777777" w:rsidR="00C6476E" w:rsidRDefault="00C6476E" w:rsidP="00C6476E"/>
    <w:p w14:paraId="0B10181E" w14:textId="77777777" w:rsidR="00C6476E" w:rsidRDefault="00C6476E" w:rsidP="00C6476E">
      <w:pPr>
        <w:rPr>
          <w:b/>
          <w:bCs/>
          <w:sz w:val="30"/>
          <w:szCs w:val="30"/>
        </w:rPr>
      </w:pPr>
    </w:p>
    <w:p w14:paraId="0379F41E" w14:textId="77777777"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  <w:t>Čestná prohlášení</w:t>
      </w:r>
    </w:p>
    <w:p w14:paraId="7896E5BB" w14:textId="77777777"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Analogicky </w:t>
      </w:r>
      <w:r w:rsidRPr="008A055C">
        <w:rPr>
          <w:rFonts w:asciiTheme="minorHAnsi" w:eastAsiaTheme="minorHAnsi" w:hAnsiTheme="minorHAnsi" w:cstheme="minorBidi"/>
          <w:lang w:eastAsia="en-US"/>
        </w:rPr>
        <w:t>dle zákona č. 134/2016 Sb., o zadávání veřejných zakázek, v platném znění (dále jen „ZZVZ“)</w:t>
      </w:r>
    </w:p>
    <w:p w14:paraId="4FF83809" w14:textId="77777777" w:rsidR="00C6476E" w:rsidRPr="00C34369" w:rsidRDefault="00C6476E" w:rsidP="00C6476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0"/>
        <w:gridCol w:w="4304"/>
      </w:tblGrid>
      <w:tr w:rsidR="00C6476E" w:rsidRPr="00C34369" w14:paraId="78927AF0" w14:textId="77777777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8A89EA" w14:textId="77777777"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156"/>
            </w:tblGrid>
            <w:tr w:rsidR="00365104" w:rsidRPr="00B82E5C" w14:paraId="7CCCD39B" w14:textId="77777777" w:rsidTr="00365104">
              <w:tc>
                <w:tcPr>
                  <w:tcW w:w="3156" w:type="dxa"/>
                  <w:shd w:val="clear" w:color="auto" w:fill="auto"/>
                </w:tcPr>
                <w:p w14:paraId="5DD984E9" w14:textId="6FBD7221" w:rsidR="00365104" w:rsidRPr="00B82E5C" w:rsidRDefault="00365104" w:rsidP="00365104">
                  <w:pPr>
                    <w:spacing w:before="40" w:after="40" w:line="264" w:lineRule="auto"/>
                  </w:pPr>
                  <w:r w:rsidRPr="00EE7EB2">
                    <w:rPr>
                      <w:b/>
                      <w:iCs/>
                    </w:rPr>
                    <w:t>U</w:t>
                  </w:r>
                  <w:r>
                    <w:rPr>
                      <w:b/>
                      <w:iCs/>
                    </w:rPr>
                    <w:t>K-</w:t>
                  </w:r>
                  <w:proofErr w:type="gramStart"/>
                  <w:r>
                    <w:rPr>
                      <w:b/>
                      <w:iCs/>
                    </w:rPr>
                    <w:t xml:space="preserve">LF3- </w:t>
                  </w:r>
                  <w:r w:rsidR="0012603D">
                    <w:rPr>
                      <w:b/>
                      <w:iCs/>
                    </w:rPr>
                    <w:t>KA08</w:t>
                  </w:r>
                  <w:proofErr w:type="gramEnd"/>
                  <w:r w:rsidR="0012603D">
                    <w:rPr>
                      <w:b/>
                      <w:iCs/>
                    </w:rPr>
                    <w:t>.2.01 Dodávka kamery</w:t>
                  </w:r>
                </w:p>
              </w:tc>
            </w:tr>
          </w:tbl>
          <w:p w14:paraId="58DEDB5E" w14:textId="77777777" w:rsidR="00C6476E" w:rsidRPr="00C22598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C6476E" w:rsidRPr="00C34369" w14:paraId="78AD7397" w14:textId="77777777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6834891" w14:textId="77777777"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3B46D" w14:textId="77777777"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C6476E" w:rsidRPr="00C34369" w14:paraId="1862567C" w14:textId="77777777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1385853" w14:textId="77777777"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1345A" w14:textId="77777777"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C6476E" w:rsidRPr="00C34369" w14:paraId="06EF43E9" w14:textId="77777777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F9C9B35" w14:textId="77777777"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AF0A9" w14:textId="77777777"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240D042F" w14:textId="77777777" w:rsidR="00C6476E" w:rsidRPr="00C34369" w:rsidRDefault="00C6476E" w:rsidP="00C6476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2663DF1" w14:textId="77777777"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14:paraId="4763093D" w14:textId="77777777" w:rsidR="00C6476E" w:rsidRPr="008A055C" w:rsidRDefault="00C6476E" w:rsidP="00C6476E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b/>
          <w:sz w:val="22"/>
          <w:szCs w:val="22"/>
        </w:rPr>
        <w:t xml:space="preserve"> analogicky</w:t>
      </w:r>
      <w:r w:rsidRPr="008A055C">
        <w:rPr>
          <w:rFonts w:asciiTheme="minorHAnsi" w:hAnsiTheme="minorHAnsi"/>
          <w:b/>
          <w:sz w:val="22"/>
          <w:szCs w:val="22"/>
        </w:rPr>
        <w:t xml:space="preserve"> dle ustanovení § 74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základní způsobilosti</w:t>
      </w:r>
    </w:p>
    <w:p w14:paraId="3D6635F6" w14:textId="77777777" w:rsidR="00C6476E" w:rsidRPr="008A055C" w:rsidRDefault="00C6476E" w:rsidP="00C6476E">
      <w:pPr>
        <w:spacing w:after="120" w:line="26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základní způsobilost uvedenou v ZZVZ, a to tak, že:</w:t>
      </w:r>
    </w:p>
    <w:p w14:paraId="1530FF2D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nebyl v zemi svého sídla v posledních 5 letech před zahájením zadávacího řízení pravomocně odsouzen pro trestný čin uvedený v příloze č. 3 ZZVZ nebo obdobný trestný čin podle právního řádu země sídla dodavatele; k zahlazeným odsouzením se nepřihlíží,</w:t>
      </w:r>
    </w:p>
    <w:p w14:paraId="13BA2EE7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v evidenci daní zachycen splatný daňový nedoplatek,</w:t>
      </w:r>
    </w:p>
    <w:p w14:paraId="68A60751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veřejné zdravotní pojištění,</w:t>
      </w:r>
    </w:p>
    <w:p w14:paraId="44739F7E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22BA8249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e)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6824F85E" w14:textId="77777777"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Je-li dodavatelem právnická osoba, splňuje podmínku podle písm. a) výše tato právnická osoba a zároveň každý člen statutárního orgánu. Je-li členem statutárního orgánu dodavatele právnická osoba, splňuje podmínku podle písm. a) výše</w:t>
      </w:r>
    </w:p>
    <w:p w14:paraId="6D5923C9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tato právnická osoba,</w:t>
      </w:r>
    </w:p>
    <w:p w14:paraId="0FBEB69B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každý člen statutárního orgánu této právnické osoby a</w:t>
      </w:r>
    </w:p>
    <w:p w14:paraId="22701108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osoba zastupující tuto právnickou osobu v statutárním orgánu dodavatele.</w:t>
      </w:r>
    </w:p>
    <w:p w14:paraId="404A26A4" w14:textId="77777777"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Účastní-li se zadávacího řízení pobočka závodu</w:t>
      </w:r>
    </w:p>
    <w:p w14:paraId="77B92709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zahraniční právnické osoby, splňuje podmínku podle písm. a) výše tato právnická osoba a vedoucí pobočky závodu,</w:t>
      </w:r>
    </w:p>
    <w:p w14:paraId="151B6CB9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české právnické osoby, splňuje podmínku podle písm. a) výše tato právnická osoba, každý člen statutárního orgánu této právnické osoby, osoba zastupující tuto právnickou osobu v statutárním orgánu dodavatele a vedoucí pobočky závodu.</w:t>
      </w:r>
    </w:p>
    <w:p w14:paraId="5826B0C6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F588547" w14:textId="77777777" w:rsidR="00C6476E" w:rsidRPr="008A055C" w:rsidRDefault="00C6476E" w:rsidP="00C6476E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 xml:space="preserve">Čestné prohlášení </w:t>
      </w:r>
      <w:r>
        <w:rPr>
          <w:rFonts w:asciiTheme="minorHAnsi" w:hAnsiTheme="minorHAnsi"/>
          <w:b/>
          <w:sz w:val="22"/>
          <w:szCs w:val="22"/>
        </w:rPr>
        <w:t xml:space="preserve">analogicky </w:t>
      </w:r>
      <w:r w:rsidRPr="008A055C">
        <w:rPr>
          <w:rFonts w:asciiTheme="minorHAnsi" w:hAnsiTheme="minorHAnsi"/>
          <w:b/>
          <w:sz w:val="22"/>
          <w:szCs w:val="22"/>
        </w:rPr>
        <w:t>dle ustanovení § 77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profesní způsobilosti</w:t>
      </w:r>
    </w:p>
    <w:p w14:paraId="61FDDD77" w14:textId="77777777"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profesní způsobilost uvedenou v ZZVZ, a to tak, že:</w:t>
      </w:r>
    </w:p>
    <w:p w14:paraId="632614EA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zapsán v obchodním rejstříku nebo jiné obdobné evidenci, pokud jiný právní předpis zápis do takové evidence vyžaduje,</w:t>
      </w:r>
    </w:p>
    <w:p w14:paraId="46FD4A6C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oprávněn podnikat v rozsahu odpovídajícím předmětu veřejné zakázky, pokud jiné právní předpisy takové oprávnění vyžadují,</w:t>
      </w:r>
    </w:p>
    <w:p w14:paraId="7E1CDCE9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členem profesní samosprávné komory nebo jiné profesní organizace, je-li takové členství pro plnění veřejné zakázky na služby jinými právními předpisy vyžadováno, nebo</w:t>
      </w:r>
    </w:p>
    <w:p w14:paraId="3453C205" w14:textId="77777777"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odborně způsobilý nebo disponuje osobou, jejímž prostřednictvím odbornou způsobilost zabezpečuje, je-li pro plnění veřejné zakázky odborná způsobilost jinými právními předpisy vyžadována.</w:t>
      </w:r>
    </w:p>
    <w:p w14:paraId="0C46F889" w14:textId="77777777"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9B95486" w14:textId="77777777"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Dále tímto já, níže podepsaná/ý prohlašuji, že dodavatel:</w:t>
      </w:r>
    </w:p>
    <w:p w14:paraId="75EC475B" w14:textId="77777777"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1.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14:paraId="047A747C" w14:textId="77777777"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2.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se před podáním nabídky podrobně seznámil se zadávacími podmínkami této veřejné zakázky,</w:t>
      </w:r>
    </w:p>
    <w:p w14:paraId="68D3676D" w14:textId="77777777" w:rsidR="00C6476E" w:rsidRPr="00093A39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3.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</w:t>
      </w:r>
      <w:proofErr w:type="spellStart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>ust</w:t>
      </w:r>
      <w:proofErr w:type="spellEnd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§ 122 odst. 4 ZZVZ. </w:t>
      </w:r>
    </w:p>
    <w:p w14:paraId="1133AB26" w14:textId="77777777"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6398F86" w14:textId="77777777" w:rsidR="005E6E6B" w:rsidRDefault="005E6E6B"/>
    <w:sectPr w:rsidR="005E6E6B" w:rsidSect="0030172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977" w:right="1701" w:bottom="2126" w:left="1701" w:header="56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C0A72" w14:textId="77777777" w:rsidR="00A27EA9" w:rsidRDefault="00A27EA9" w:rsidP="008B35F2">
      <w:r>
        <w:separator/>
      </w:r>
    </w:p>
  </w:endnote>
  <w:endnote w:type="continuationSeparator" w:id="0">
    <w:p w14:paraId="5B4D3B40" w14:textId="77777777" w:rsidR="00A27EA9" w:rsidRDefault="00A27EA9" w:rsidP="008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6356284"/>
      <w:docPartObj>
        <w:docPartGallery w:val="Page Numbers (Bottom of Page)"/>
        <w:docPartUnique/>
      </w:docPartObj>
    </w:sdtPr>
    <w:sdtContent>
      <w:sdt>
        <w:sdtPr>
          <w:id w:val="-1585525007"/>
          <w:docPartObj>
            <w:docPartGallery w:val="Page Numbers (Top of Page)"/>
            <w:docPartUnique/>
          </w:docPartObj>
        </w:sdtPr>
        <w:sdtContent>
          <w:p w14:paraId="27DD6BD1" w14:textId="77777777" w:rsidR="00EE7845" w:rsidRDefault="00EE7845" w:rsidP="00EE784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B716B7" w14:textId="77777777" w:rsidR="00EE7845" w:rsidRDefault="00EE78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236244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772295" w14:textId="0E11E060" w:rsidR="00EE7845" w:rsidRDefault="00EE784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A9D4A3" w14:textId="77777777" w:rsidR="00EE7845" w:rsidRDefault="00EE78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09D01" w14:textId="77777777" w:rsidR="00A27EA9" w:rsidRDefault="00A27EA9" w:rsidP="008B35F2">
      <w:r>
        <w:separator/>
      </w:r>
    </w:p>
  </w:footnote>
  <w:footnote w:type="continuationSeparator" w:id="0">
    <w:p w14:paraId="28C076D5" w14:textId="77777777" w:rsidR="00A27EA9" w:rsidRDefault="00A27EA9" w:rsidP="008B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5B7F" w14:textId="77777777" w:rsidR="00301722" w:rsidRDefault="00A7086D" w:rsidP="00301722">
    <w:pPr>
      <w:pStyle w:val="Zhlav"/>
      <w:tabs>
        <w:tab w:val="clear" w:pos="9072"/>
      </w:tabs>
    </w:pPr>
    <w:r>
      <w:rPr>
        <w:noProof/>
        <w:lang w:val="sk-SK" w:eastAsia="sk-SK"/>
      </w:rPr>
      <w:drawing>
        <wp:inline distT="0" distB="0" distL="0" distR="0" wp14:anchorId="4EF6A2E7" wp14:editId="66D45457">
          <wp:extent cx="5392800" cy="77040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2800" cy="77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4170" w14:textId="77777777" w:rsidR="00155A74" w:rsidRDefault="00155A74">
    <w:pPr>
      <w:pStyle w:val="Zhlav"/>
    </w:pPr>
    <w:r>
      <w:rPr>
        <w:noProof/>
        <w:lang w:val="sk-SK" w:eastAsia="sk-SK"/>
      </w:rPr>
      <w:drawing>
        <wp:inline distT="0" distB="0" distL="0" distR="0" wp14:anchorId="7AB47CA5" wp14:editId="791ECD7C">
          <wp:extent cx="5392800" cy="7704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2800" cy="77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EA9"/>
    <w:rsid w:val="000C1CC7"/>
    <w:rsid w:val="000C2CE3"/>
    <w:rsid w:val="0012603D"/>
    <w:rsid w:val="00155A74"/>
    <w:rsid w:val="001C4911"/>
    <w:rsid w:val="00285345"/>
    <w:rsid w:val="002A344C"/>
    <w:rsid w:val="00301722"/>
    <w:rsid w:val="00310D68"/>
    <w:rsid w:val="00365104"/>
    <w:rsid w:val="003857DE"/>
    <w:rsid w:val="003A7CA7"/>
    <w:rsid w:val="00521C2D"/>
    <w:rsid w:val="005E6E6B"/>
    <w:rsid w:val="00601969"/>
    <w:rsid w:val="00704695"/>
    <w:rsid w:val="00764855"/>
    <w:rsid w:val="007C62D9"/>
    <w:rsid w:val="00822D3F"/>
    <w:rsid w:val="0088438E"/>
    <w:rsid w:val="008B35F2"/>
    <w:rsid w:val="00925761"/>
    <w:rsid w:val="009573BA"/>
    <w:rsid w:val="00A01892"/>
    <w:rsid w:val="00A27EA9"/>
    <w:rsid w:val="00A7086D"/>
    <w:rsid w:val="00A8548F"/>
    <w:rsid w:val="00C6476E"/>
    <w:rsid w:val="00CA7B95"/>
    <w:rsid w:val="00D659D9"/>
    <w:rsid w:val="00EC71FA"/>
    <w:rsid w:val="00EE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CD9DA27"/>
  <w15:chartTrackingRefBased/>
  <w15:docId w15:val="{AF0F0B92-1D78-490D-88AC-51C6DBD9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B35F2"/>
  </w:style>
  <w:style w:type="paragraph" w:styleId="Zpat">
    <w:name w:val="footer"/>
    <w:basedOn w:val="Normln"/>
    <w:link w:val="Zpat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B35F2"/>
  </w:style>
  <w:style w:type="character" w:styleId="Hypertextovodkaz">
    <w:name w:val="Hyperlink"/>
    <w:basedOn w:val="Standardnpsmoodstavce"/>
    <w:uiPriority w:val="99"/>
    <w:unhideWhenUsed/>
    <w:rsid w:val="0028534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7D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9573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7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&#193;BYTE&#268;EK\hlavickovy_papir_3l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25853-FE2A-4013-A4E2-869FDACE5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hlavickovy_papir_3lf_cz</Template>
  <TotalTime>25</TotalTime>
  <Pages>2</Pages>
  <Words>546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Dana_Ondrackova</cp:lastModifiedBy>
  <cp:revision>11</cp:revision>
  <cp:lastPrinted>2024-07-25T12:18:00Z</cp:lastPrinted>
  <dcterms:created xsi:type="dcterms:W3CDTF">2022-09-06T08:00:00Z</dcterms:created>
  <dcterms:modified xsi:type="dcterms:W3CDTF">2025-09-10T11:39:00Z</dcterms:modified>
</cp:coreProperties>
</file>